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C091F68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66903">
        <w:rPr>
          <w:rFonts w:cstheme="minorHAnsi"/>
          <w:b/>
          <w:szCs w:val="18"/>
        </w:rPr>
        <w:t xml:space="preserve"> 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3D8EE68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53182" w:rsidRPr="00222D6B">
        <w:rPr>
          <w:rFonts w:cstheme="minorHAnsi"/>
          <w:noProof/>
          <w:szCs w:val="18"/>
          <w:lang w:eastAsia="pl-PL"/>
        </w:rPr>
        <w:t>POST/DYS/OW/GZ/04303/2025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53182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14ADB70C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53182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14561F89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C53182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71757FCC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53182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C53182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5353B6C1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C53182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C53182" w:rsidRPr="00222D6B">
        <w:rPr>
          <w:rFonts w:cstheme="minorHAnsi"/>
          <w:b/>
          <w:noProof/>
        </w:rPr>
        <w:t>POST/DYS/OW/GZ/04303/2025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lastRenderedPageBreak/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4436B0D4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53182" w:rsidRPr="00222D6B">
        <w:rPr>
          <w:rFonts w:cstheme="minorHAnsi"/>
          <w:noProof/>
          <w:lang w:eastAsia="pl-PL"/>
        </w:rPr>
        <w:t>POST/DYS/OW/GZ/04303/2025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53182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26DACFFB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53182" w:rsidRPr="00222D6B">
        <w:rPr>
          <w:rFonts w:cstheme="minorHAnsi"/>
          <w:noProof/>
          <w:lang w:eastAsia="pl-PL"/>
        </w:rPr>
        <w:t>POST/DYS/OW/GZ/04303/2025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53182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8894B1B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C53182" w:rsidRPr="00222D6B">
        <w:rPr>
          <w:rFonts w:cstheme="minorHAnsi"/>
          <w:noProof/>
          <w:lang w:eastAsia="pl-PL"/>
        </w:rPr>
        <w:t>POST/DYS/OW/GZ/04303/2025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C53182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0DF7E12B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53182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Ostrołęka obszar nr R14: Gmina Baranowo, Gmina Czarnia, Gmina Lelis, Gmina Łyse, Gmina Myszyniec, Gmina Kadzidło, Gmina Rozogi, Gmina Zbójna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4D3CABC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53182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POST/DYS/OW/GZ/04303/2025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B2D62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B69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6690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BF2EDD"/>
    <w:rsid w:val="00C0006C"/>
    <w:rsid w:val="00C003C6"/>
    <w:rsid w:val="00C10B09"/>
    <w:rsid w:val="00C12714"/>
    <w:rsid w:val="00C17E18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4303_zał nr 4, 6, 7, 8, 11 do SWZ.docx</dmsv2BaseFileName>
    <dmsv2BaseDisplayName xmlns="http://schemas.microsoft.com/sharepoint/v3">4303_zał nr 4, 6, 7, 8, 11 do SWZ</dmsv2BaseDisplayName>
    <dmsv2SWPP2ObjectNumber xmlns="http://schemas.microsoft.com/sharepoint/v3">POST/DYS/OW/GZ/04303/2025                         </dmsv2SWPP2ObjectNumber>
    <dmsv2SWPP2SumMD5 xmlns="http://schemas.microsoft.com/sharepoint/v3">f4efa3432485330ced5a09ab5a5b511e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700232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23868394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DPFVW34YURAE-834641568-16519</_dlc_DocId>
    <_dlc_DocIdUrl xmlns="a19cb1c7-c5c7-46d4-85ae-d83685407bba">
      <Url>https://swpp2.dms.gkpge.pl/sites/40/_layouts/15/DocIdRedir.aspx?ID=DPFVW34YURAE-834641568-16519</Url>
      <Description>DPFVW34YURAE-834641568-16519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3BA0C2-3F8E-468A-BE9D-FC1368B20C34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6B2DF15-64D3-4A5E-8CB3-9BC1BF65C8E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5282</Words>
  <Characters>31696</Characters>
  <Application>Microsoft Office Word</Application>
  <DocSecurity>0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2025-11-27T20:03:00Z</dcterms:created>
  <dcterms:modified xsi:type="dcterms:W3CDTF">2025-11-27T21:29:00Z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549c1ae5-c6b2-4953-b6a4-a6456b20127c</vt:lpwstr>
  </property>
</Properties>
</file>